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146CBC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B2084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РЕГИОНАЛНА  ГЕОГРАФИЈА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146CBC" w:rsidRDefault="00D0461E" w:rsidP="00B208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0847" w:rsidRPr="00B2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  у  регионалну  географију—</w:t>
            </w:r>
            <w:r w:rsidR="00B20847" w:rsidRPr="00B2084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Свет  регија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B20847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ученицима  наставни  програм   и  начин  рада 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као  и 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20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критеријуме  за  идвајање  географских  регија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</w:t>
            </w:r>
            <w:r w:rsidR="00B20847">
              <w:rPr>
                <w:rFonts w:ascii="Times New Roman" w:hAnsi="Times New Roman"/>
                <w:sz w:val="24"/>
                <w:szCs w:val="24"/>
                <w:lang w:val="sr-Cyrl-CS"/>
              </w:rPr>
              <w:t>подели  света  на    географске  регије.</w:t>
            </w:r>
          </w:p>
          <w:p w:rsidR="00530636" w:rsidRPr="00E520EE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коришћење  података  из  различитих  извора.</w:t>
            </w: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20847" w:rsidRPr="00B20847" w:rsidRDefault="00B20847" w:rsidP="00B208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 разуме  принципе  на  основу којих се  издвајају  географске  регије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-опише  различите  начине  издвајања  географских  регија</w:t>
            </w:r>
          </w:p>
          <w:p w:rsidR="00B20847" w:rsidRPr="00B20847" w:rsidRDefault="006E638D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B20847"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схвати  да  се  регије  разликују  по  величини  и  хијерархији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-уочи  да  се  државе  разликују  по вредности  БДП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-издваја најсиромашније и најбогатије  државе  света</w:t>
            </w:r>
          </w:p>
          <w:p w:rsidR="00B20847" w:rsidRPr="00B20847" w:rsidRDefault="006E638D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="00B20847"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правилно  користи  разноврсне изворе   географских  података</w:t>
            </w:r>
          </w:p>
          <w:p w:rsidR="00B20847" w:rsidRPr="00B20847" w:rsidRDefault="00B20847" w:rsidP="00B2084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-међусобно упоређује географске  податке  за  различите  државе</w:t>
            </w:r>
          </w:p>
          <w:p w:rsidR="00D0461E" w:rsidRPr="006E638D" w:rsidRDefault="00B20847" w:rsidP="00215F21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084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-користи  интернет  као  извор  информација  и  података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</w:t>
            </w: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ниво</w:t>
            </w: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CE4017" w:rsidRPr="00CE4017" w:rsidRDefault="00CE4017" w:rsidP="00CE401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ГЕ1.1.2. Наводи и описује начине представљања Земљине површине (глобус и географска карта). </w:t>
            </w:r>
          </w:p>
          <w:p w:rsidR="00CE4017" w:rsidRPr="00CE4017" w:rsidRDefault="00CE4017" w:rsidP="00CE401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ГЕ1.1.3. Препознаје и чита географске и допунске елементе карте.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CE4017" w:rsidRPr="00CE4017" w:rsidRDefault="00CE4017" w:rsidP="00CE40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ГЕ2.1.2. Одређује положај континената на карти света.</w:t>
            </w:r>
          </w:p>
          <w:p w:rsidR="00CE4017" w:rsidRPr="00CE4017" w:rsidRDefault="00CE4017" w:rsidP="00CE40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ГЕ2.1.3. Препознаје и објашњава географске чињенице представљене моделом, сликом, графиком, табелом или схемом.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30636" w:rsidRPr="00CE4017" w:rsidRDefault="00CE4017" w:rsidP="00146CBC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E4017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CE401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Објашњава географске везе (просторне и каузалне, директне и индиректне) и законитости (опште и посебне), на Земљиној површини и уме да издвоји географске регије – континенте.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6E6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CE4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CE40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глобус,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F3678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сторија, 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B073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0A4F92" w:rsidRDefault="00CE4017" w:rsidP="00CE4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Представљамо  ученицима  Наставни  план  и  програм, 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упознајемо  ученике  са  уџбеником и  д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јемо  основна  упутства  за  његово  к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ришћење.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6E638D" w:rsidRDefault="00CE4017" w:rsidP="00CE40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Подсећамо  ученике  на  појам   географске  регије (6.  разред).Истичемо  да  се  регије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могу  издвојити  на  основу  различитих  критеријума.Упознајемо    ученике  са  чињеницом  да  данас  у  свету  постоје  193. независне  државе,  које  се  међусобно  разликују  по многим  показатељима.Наглашавамо  да  је  један  од  најважнијих</w:t>
            </w:r>
            <w:r w:rsidR="006E63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показатља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БДП.Објашњавамо  појам  БДП-а и  животног  стандардаУпућујемо  ученике  да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објасне  слику  3</w:t>
            </w:r>
            <w:r w:rsidR="006E63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(9.страна у уџбенику</w:t>
            </w:r>
            <w:r w:rsidR="006E63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="00E520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себно  истичемо  значај  Интернета  у настави  географије  7.  разреда и  упућејемо  ученике  на  корисне  адресе  за  претраживање.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4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0A4F92" w:rsidRDefault="00E520EE" w:rsidP="00E520EE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Упућујемо  ученике  да  дају  одговор  на  шесто  питање  у  одељку „Одговорима до сажетка“-страна 10.  у уџбенику.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2217C3" w:rsidRDefault="000A4F92" w:rsidP="00E520E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                                                        </w:t>
            </w:r>
            <w:r w:rsidR="00E520E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СВЕТ  РЕГИЈА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-географска  регија—специфична  област  која  има одређене  заједничке  географске  карактеристике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-регије:-хомогене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-хет</w:t>
            </w:r>
            <w:r w:rsidR="00B07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рогене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-највеће  регије—континенти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-193  независне  државе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-БДП-укупан (бруто) друштвени производ</w:t>
            </w:r>
            <w:r w:rsidR="00B073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 глави  становника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-животни стандард</w:t>
            </w:r>
          </w:p>
          <w:p w:rsidR="00E520EE" w:rsidRDefault="00E520EE" w:rsidP="00E520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-Интернет</w:t>
            </w:r>
          </w:p>
          <w:p w:rsidR="00D6605E" w:rsidRPr="00E520EE" w:rsidRDefault="00D6605E" w:rsidP="00E520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Pr="006E638D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74E6B"/>
    <w:rsid w:val="000A4F92"/>
    <w:rsid w:val="000D1454"/>
    <w:rsid w:val="00146CBC"/>
    <w:rsid w:val="00177289"/>
    <w:rsid w:val="001C6C13"/>
    <w:rsid w:val="001D57CA"/>
    <w:rsid w:val="00215F21"/>
    <w:rsid w:val="002217C3"/>
    <w:rsid w:val="002365E8"/>
    <w:rsid w:val="003321C2"/>
    <w:rsid w:val="00391413"/>
    <w:rsid w:val="003A7B13"/>
    <w:rsid w:val="003C170C"/>
    <w:rsid w:val="003F1D6D"/>
    <w:rsid w:val="0045123D"/>
    <w:rsid w:val="00455A17"/>
    <w:rsid w:val="00466279"/>
    <w:rsid w:val="00491F36"/>
    <w:rsid w:val="004C7CD5"/>
    <w:rsid w:val="00530636"/>
    <w:rsid w:val="00545C96"/>
    <w:rsid w:val="005F784B"/>
    <w:rsid w:val="00605D58"/>
    <w:rsid w:val="00606767"/>
    <w:rsid w:val="00657717"/>
    <w:rsid w:val="00664F16"/>
    <w:rsid w:val="00670648"/>
    <w:rsid w:val="006E638D"/>
    <w:rsid w:val="006F2937"/>
    <w:rsid w:val="007906D8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07373"/>
    <w:rsid w:val="00B20847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CE4017"/>
    <w:rsid w:val="00D012A5"/>
    <w:rsid w:val="00D0461E"/>
    <w:rsid w:val="00D6605E"/>
    <w:rsid w:val="00DB15CC"/>
    <w:rsid w:val="00DE65D7"/>
    <w:rsid w:val="00E4334D"/>
    <w:rsid w:val="00E520EE"/>
    <w:rsid w:val="00EC77F2"/>
    <w:rsid w:val="00F05659"/>
    <w:rsid w:val="00F137B9"/>
    <w:rsid w:val="00F36783"/>
    <w:rsid w:val="00F57D30"/>
    <w:rsid w:val="00F9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1848C-7ECD-4B91-8744-60C947D0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2020-06-29T21:53:00Z</dcterms:created>
  <dcterms:modified xsi:type="dcterms:W3CDTF">2020-07-03T08:32:00Z</dcterms:modified>
</cp:coreProperties>
</file>